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3A79" w14:textId="771DA589" w:rsidR="00E66A33" w:rsidRPr="00641F5C" w:rsidRDefault="00C46BCA" w:rsidP="00E66A33">
      <w:pPr>
        <w:pStyle w:val="berschrift1"/>
        <w:rPr>
          <w:lang w:val="en-US"/>
        </w:rPr>
      </w:pPr>
      <w:r w:rsidRPr="00641F5C">
        <w:rPr>
          <w:lang w:val="en-US"/>
        </w:rPr>
        <w:t>Changes to the Supervisory Board</w:t>
      </w:r>
    </w:p>
    <w:p w14:paraId="3AE41AC2" w14:textId="18BC295D" w:rsidR="009C7261" w:rsidRPr="00641F5C" w:rsidRDefault="003200B3" w:rsidP="009C7261">
      <w:pPr>
        <w:pStyle w:val="berschrift2"/>
        <w:rPr>
          <w:lang w:val="en-US"/>
        </w:rPr>
      </w:pPr>
      <w:r w:rsidRPr="003200B3">
        <w:rPr>
          <w:lang w:val="en-US"/>
        </w:rPr>
        <w:t>Younger generation represents the shareholder family of the Endress+Hauser Group</w:t>
      </w:r>
    </w:p>
    <w:p w14:paraId="0F9546DC" w14:textId="0DB103B1" w:rsidR="00424BB9" w:rsidRPr="00641F5C" w:rsidRDefault="00424BB9" w:rsidP="00424BB9">
      <w:pPr>
        <w:rPr>
          <w:lang w:val="en-US"/>
        </w:rPr>
      </w:pPr>
      <w:r w:rsidRPr="00641F5C">
        <w:rPr>
          <w:lang w:val="en-US"/>
        </w:rPr>
        <w:t xml:space="preserve">The Supervisory Board of the Endress+Hauser Group has been realigned. Matthias Altendorf took up his position as the new </w:t>
      </w:r>
      <w:r w:rsidR="00641F5C" w:rsidRPr="00641F5C">
        <w:rPr>
          <w:lang w:val="en-US"/>
        </w:rPr>
        <w:t>p</w:t>
      </w:r>
      <w:r w:rsidRPr="00641F5C">
        <w:rPr>
          <w:lang w:val="en-US"/>
        </w:rPr>
        <w:t xml:space="preserve">resident of the Supervisory Board on 1 January 2024. As announced, his predecessor Dr Klaus Endress withdrew from active involvement in the company at the end of 2023. He remains </w:t>
      </w:r>
      <w:r w:rsidR="00641F5C" w:rsidRPr="00641F5C">
        <w:rPr>
          <w:lang w:val="en-US"/>
        </w:rPr>
        <w:t>c</w:t>
      </w:r>
      <w:r w:rsidRPr="00641F5C">
        <w:rPr>
          <w:lang w:val="en-US"/>
        </w:rPr>
        <w:t xml:space="preserve">hairman of the Endress </w:t>
      </w:r>
      <w:r w:rsidR="00641F5C" w:rsidRPr="00641F5C">
        <w:rPr>
          <w:lang w:val="en-US"/>
        </w:rPr>
        <w:t>F</w:t>
      </w:r>
      <w:r w:rsidRPr="00641F5C">
        <w:rPr>
          <w:lang w:val="en-US"/>
        </w:rPr>
        <w:t xml:space="preserve">amily </w:t>
      </w:r>
      <w:r w:rsidR="00641F5C" w:rsidRPr="00641F5C">
        <w:rPr>
          <w:lang w:val="en-US"/>
        </w:rPr>
        <w:t>C</w:t>
      </w:r>
      <w:r w:rsidRPr="00641F5C">
        <w:rPr>
          <w:lang w:val="en-US"/>
        </w:rPr>
        <w:t>ouncil.</w:t>
      </w:r>
    </w:p>
    <w:p w14:paraId="14AE4955" w14:textId="3829D29F" w:rsidR="00D246AA" w:rsidRDefault="00D246AA" w:rsidP="00D246AA">
      <w:pPr>
        <w:pStyle w:val="Texttitle"/>
      </w:pPr>
      <w:r w:rsidRPr="00D246AA">
        <w:t xml:space="preserve">Sandra Genge and Steven Endress </w:t>
      </w:r>
      <w:r>
        <w:t>uphold</w:t>
      </w:r>
      <w:r w:rsidRPr="00D246AA">
        <w:t xml:space="preserve"> the interests of the family</w:t>
      </w:r>
    </w:p>
    <w:p w14:paraId="6CCC1DBE" w14:textId="2FF4D78D" w:rsidR="00424BB9" w:rsidRPr="00641F5C" w:rsidRDefault="00424BB9" w:rsidP="00424BB9">
      <w:pPr>
        <w:rPr>
          <w:lang w:val="en-US"/>
        </w:rPr>
      </w:pPr>
      <w:r w:rsidRPr="00641F5C">
        <w:rPr>
          <w:lang w:val="en-US"/>
        </w:rPr>
        <w:t xml:space="preserve">The shareholder family will continue to be represented by two members on the Supervisory Board. In addition to Sandra Genge, who </w:t>
      </w:r>
      <w:r w:rsidR="00467A66" w:rsidRPr="00641F5C">
        <w:rPr>
          <w:lang w:val="en-US"/>
        </w:rPr>
        <w:t>joined</w:t>
      </w:r>
      <w:r w:rsidRPr="00641F5C">
        <w:rPr>
          <w:lang w:val="en-US"/>
        </w:rPr>
        <w:t xml:space="preserve"> the </w:t>
      </w:r>
      <w:r w:rsidR="00EF1B6D" w:rsidRPr="00641F5C">
        <w:rPr>
          <w:lang w:val="en-US"/>
        </w:rPr>
        <w:t>b</w:t>
      </w:r>
      <w:r w:rsidRPr="00641F5C">
        <w:rPr>
          <w:lang w:val="en-US"/>
        </w:rPr>
        <w:t xml:space="preserve">oard </w:t>
      </w:r>
      <w:r w:rsidR="00467A66" w:rsidRPr="00641F5C">
        <w:rPr>
          <w:lang w:val="en-US"/>
        </w:rPr>
        <w:t>in</w:t>
      </w:r>
      <w:r w:rsidRPr="00641F5C">
        <w:rPr>
          <w:lang w:val="en-US"/>
        </w:rPr>
        <w:t xml:space="preserve"> 202</w:t>
      </w:r>
      <w:r w:rsidR="009078C2">
        <w:rPr>
          <w:lang w:val="en-US"/>
        </w:rPr>
        <w:t>2</w:t>
      </w:r>
      <w:r w:rsidRPr="00641F5C">
        <w:rPr>
          <w:lang w:val="en-US"/>
        </w:rPr>
        <w:t>, Steven Endress has represented the family</w:t>
      </w:r>
      <w:r w:rsidR="00E53572">
        <w:rPr>
          <w:lang w:val="en-US"/>
        </w:rPr>
        <w:t>’</w:t>
      </w:r>
      <w:r w:rsidRPr="00641F5C">
        <w:rPr>
          <w:lang w:val="en-US"/>
        </w:rPr>
        <w:t>s interests since 1 January 2024. Both are grandchildren of company founder Dr</w:t>
      </w:r>
      <w:r w:rsidR="00EF1B6D" w:rsidRPr="00641F5C">
        <w:rPr>
          <w:lang w:val="en-US"/>
        </w:rPr>
        <w:t> </w:t>
      </w:r>
      <w:r w:rsidRPr="00641F5C">
        <w:rPr>
          <w:lang w:val="en-US"/>
        </w:rPr>
        <w:t>Georg H</w:t>
      </w:r>
      <w:r w:rsidR="00EF1B6D" w:rsidRPr="00641F5C">
        <w:rPr>
          <w:lang w:val="en-US"/>
        </w:rPr>
        <w:t xml:space="preserve"> </w:t>
      </w:r>
      <w:r w:rsidRPr="00641F5C">
        <w:rPr>
          <w:lang w:val="en-US"/>
        </w:rPr>
        <w:t xml:space="preserve">Endress and his wife Alice Endress-Vogt. The new </w:t>
      </w:r>
      <w:r w:rsidR="00EF1B6D" w:rsidRPr="00641F5C">
        <w:rPr>
          <w:lang w:val="en-US"/>
        </w:rPr>
        <w:t>v</w:t>
      </w:r>
      <w:r w:rsidRPr="00641F5C">
        <w:rPr>
          <w:lang w:val="en-US"/>
        </w:rPr>
        <w:t xml:space="preserve">ice </w:t>
      </w:r>
      <w:r w:rsidR="00EF1B6D" w:rsidRPr="00641F5C">
        <w:rPr>
          <w:lang w:val="en-US"/>
        </w:rPr>
        <w:t>p</w:t>
      </w:r>
      <w:r w:rsidRPr="00641F5C">
        <w:rPr>
          <w:lang w:val="en-US"/>
        </w:rPr>
        <w:t xml:space="preserve">resident of the Supervisory Board since the beginning of the year is Mathis Büttiker, who has been a </w:t>
      </w:r>
      <w:r w:rsidR="00467A66" w:rsidRPr="00641F5C">
        <w:rPr>
          <w:lang w:val="en-US"/>
        </w:rPr>
        <w:t xml:space="preserve">board </w:t>
      </w:r>
      <w:r w:rsidRPr="00641F5C">
        <w:rPr>
          <w:lang w:val="en-US"/>
        </w:rPr>
        <w:t xml:space="preserve">member since </w:t>
      </w:r>
      <w:r w:rsidR="00BA0F9B">
        <w:rPr>
          <w:lang w:val="en-US"/>
        </w:rPr>
        <w:t>2017</w:t>
      </w:r>
      <w:r w:rsidRPr="00641F5C">
        <w:rPr>
          <w:lang w:val="en-US"/>
        </w:rPr>
        <w:t>.</w:t>
      </w:r>
    </w:p>
    <w:p w14:paraId="71CE668C" w14:textId="726E0E63" w:rsidR="00746389" w:rsidRDefault="00746389" w:rsidP="00746389">
      <w:pPr>
        <w:pStyle w:val="Texttitle"/>
      </w:pPr>
      <w:r w:rsidRPr="00746389">
        <w:t>Thomas Bachmann succeeds Dr Hans Jakob Roth</w:t>
      </w:r>
    </w:p>
    <w:p w14:paraId="017DA081" w14:textId="533CC585" w:rsidR="00755A91" w:rsidRPr="00641F5C" w:rsidRDefault="00424BB9" w:rsidP="00400174">
      <w:pPr>
        <w:rPr>
          <w:lang w:val="en-US"/>
        </w:rPr>
      </w:pPr>
      <w:r w:rsidRPr="00641F5C">
        <w:rPr>
          <w:lang w:val="en-US"/>
        </w:rPr>
        <w:t xml:space="preserve">With effect from 15 April 2024, there has been another change to the Supervisory Board. Dr Hans Jakob Roth has left the </w:t>
      </w:r>
      <w:r w:rsidR="00AC0983">
        <w:rPr>
          <w:lang w:val="en-US"/>
        </w:rPr>
        <w:t>b</w:t>
      </w:r>
      <w:r w:rsidRPr="00641F5C">
        <w:rPr>
          <w:lang w:val="en-US"/>
        </w:rPr>
        <w:t xml:space="preserve">oard at his own request. The Asia expert will support Endress+Hauser in an advisory capacity in future. </w:t>
      </w:r>
      <w:r w:rsidR="00CB7DBB" w:rsidRPr="00641F5C">
        <w:rPr>
          <w:lang w:val="en-US"/>
        </w:rPr>
        <w:t>N</w:t>
      </w:r>
      <w:r w:rsidR="00ED6F40" w:rsidRPr="00641F5C">
        <w:rPr>
          <w:lang w:val="en-US"/>
        </w:rPr>
        <w:t>ewly appointed to the Supervisory Board</w:t>
      </w:r>
      <w:r w:rsidR="00CB7DBB" w:rsidRPr="00641F5C">
        <w:rPr>
          <w:lang w:val="en-US"/>
        </w:rPr>
        <w:t xml:space="preserve"> </w:t>
      </w:r>
      <w:r w:rsidR="009A32E4">
        <w:rPr>
          <w:lang w:val="en-US"/>
        </w:rPr>
        <w:t>i</w:t>
      </w:r>
      <w:r w:rsidR="00CB7DBB" w:rsidRPr="00641F5C">
        <w:rPr>
          <w:lang w:val="en-US"/>
        </w:rPr>
        <w:t>s Thomas Ba</w:t>
      </w:r>
      <w:r w:rsidR="00BD2DF5">
        <w:rPr>
          <w:lang w:val="en-US"/>
        </w:rPr>
        <w:t>chm</w:t>
      </w:r>
      <w:r w:rsidR="00CB7DBB" w:rsidRPr="00641F5C">
        <w:rPr>
          <w:lang w:val="en-US"/>
        </w:rPr>
        <w:t>ann (</w:t>
      </w:r>
      <w:r w:rsidR="00BD2DF5">
        <w:rPr>
          <w:lang w:val="en-US"/>
        </w:rPr>
        <w:t>born 1959</w:t>
      </w:r>
      <w:r w:rsidR="00CB7DBB" w:rsidRPr="00641F5C">
        <w:rPr>
          <w:lang w:val="en-US"/>
        </w:rPr>
        <w:t>)</w:t>
      </w:r>
      <w:r w:rsidR="00ED6F40" w:rsidRPr="00641F5C">
        <w:rPr>
          <w:lang w:val="en-US"/>
        </w:rPr>
        <w:t>. The mechanical engineer is a Swiss citizen</w:t>
      </w:r>
      <w:r w:rsidR="00AE61C9">
        <w:rPr>
          <w:lang w:val="en-US"/>
        </w:rPr>
        <w:t>.</w:t>
      </w:r>
      <w:r w:rsidR="00ED6F40" w:rsidRPr="00641F5C">
        <w:rPr>
          <w:lang w:val="en-US"/>
        </w:rPr>
        <w:t xml:space="preserve"> </w:t>
      </w:r>
      <w:r w:rsidR="00AE61C9" w:rsidRPr="00AE61C9">
        <w:rPr>
          <w:lang w:val="en-US"/>
        </w:rPr>
        <w:t xml:space="preserve">He has many years of experience as </w:t>
      </w:r>
      <w:r w:rsidR="00AC0983">
        <w:rPr>
          <w:lang w:val="en-US"/>
        </w:rPr>
        <w:t xml:space="preserve">a </w:t>
      </w:r>
      <w:r w:rsidR="00AE61C9" w:rsidRPr="00AE61C9">
        <w:rPr>
          <w:lang w:val="en-US"/>
        </w:rPr>
        <w:t>CEO in international family</w:t>
      </w:r>
      <w:r w:rsidR="00AE61C9">
        <w:rPr>
          <w:lang w:val="en-US"/>
        </w:rPr>
        <w:t>-owned</w:t>
      </w:r>
      <w:r w:rsidR="00AE61C9" w:rsidRPr="00AE61C9">
        <w:rPr>
          <w:lang w:val="en-US"/>
        </w:rPr>
        <w:t xml:space="preserve"> businesses and </w:t>
      </w:r>
      <w:r w:rsidR="00CD41E7">
        <w:rPr>
          <w:lang w:val="en-US"/>
        </w:rPr>
        <w:t xml:space="preserve">publicly </w:t>
      </w:r>
      <w:r w:rsidR="00AE61C9" w:rsidRPr="00AE61C9">
        <w:rPr>
          <w:lang w:val="en-US"/>
        </w:rPr>
        <w:t>listed industrial groups.</w:t>
      </w:r>
      <w:r w:rsidR="00E66A33" w:rsidRPr="00641F5C">
        <w:rPr>
          <w:lang w:val="en-US"/>
        </w:rPr>
        <w:br w:type="page"/>
      </w:r>
    </w:p>
    <w:p w14:paraId="3B41FAB3" w14:textId="77777777" w:rsidR="00025546" w:rsidRPr="00641F5C" w:rsidRDefault="00025546" w:rsidP="00025546">
      <w:pPr>
        <w:rPr>
          <w:b/>
          <w:szCs w:val="22"/>
          <w:lang w:val="en-US"/>
        </w:rPr>
      </w:pPr>
      <w:r w:rsidRPr="00641F5C">
        <w:rPr>
          <w:b/>
          <w:szCs w:val="22"/>
          <w:lang w:val="en-US"/>
        </w:rPr>
        <w:lastRenderedPageBreak/>
        <w:t>The Endress+Hauser Group</w:t>
      </w:r>
    </w:p>
    <w:p w14:paraId="6D3B7A5E" w14:textId="77777777" w:rsidR="00025546" w:rsidRPr="00641F5C" w:rsidRDefault="00025546" w:rsidP="00025546">
      <w:pPr>
        <w:rPr>
          <w:szCs w:val="22"/>
          <w:lang w:val="en-US"/>
        </w:rPr>
      </w:pPr>
      <w:r w:rsidRPr="00641F5C">
        <w:rPr>
          <w:szCs w:val="22"/>
          <w:lang w:val="en-US"/>
        </w:rP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1DD26415" w14:textId="77777777" w:rsidR="00025546" w:rsidRPr="00641F5C" w:rsidRDefault="00025546" w:rsidP="00025546">
      <w:pPr>
        <w:rPr>
          <w:szCs w:val="22"/>
          <w:lang w:val="en-US"/>
        </w:rPr>
      </w:pPr>
      <w:r w:rsidRPr="00641F5C">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2B563DE4" w14:textId="77777777" w:rsidR="00025546" w:rsidRPr="00641F5C" w:rsidRDefault="00025546" w:rsidP="00025546">
      <w:pPr>
        <w:rPr>
          <w:szCs w:val="22"/>
          <w:lang w:val="en-US"/>
        </w:rPr>
      </w:pPr>
      <w:r w:rsidRPr="00641F5C">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26911983" w14:textId="77777777" w:rsidR="00025546" w:rsidRPr="00641F5C" w:rsidRDefault="00025546" w:rsidP="00025546">
      <w:pPr>
        <w:rPr>
          <w:szCs w:val="22"/>
          <w:lang w:val="en-US"/>
        </w:rPr>
      </w:pPr>
      <w:r w:rsidRPr="00641F5C">
        <w:rPr>
          <w:noProof/>
          <w:lang w:val="en-US"/>
        </w:rPr>
        <w:t>Endress+Hauser was founded in 1953 by Georg H Endress and Ludwig Hauser. Ever since</w:t>
      </w:r>
      <w:r w:rsidRPr="00641F5C">
        <w:rPr>
          <w:szCs w:val="22"/>
          <w:lang w:val="en-US"/>
        </w:rPr>
        <w:t>, the company has been pushing ahead with the development and use of innovative technologies, now helping to shape the industry’s digital transformation. 8,900 patents and applications protect the Group’s intellectual property.</w:t>
      </w:r>
    </w:p>
    <w:p w14:paraId="278C8D95" w14:textId="77777777" w:rsidR="00025546" w:rsidRPr="00641F5C" w:rsidRDefault="00025546" w:rsidP="00025546">
      <w:pPr>
        <w:rPr>
          <w:noProof/>
          <w:lang w:val="en-US"/>
        </w:rPr>
      </w:pPr>
      <w:r w:rsidRPr="00641F5C">
        <w:rPr>
          <w:noProof/>
          <w:lang w:val="en-US"/>
        </w:rPr>
        <w:t xml:space="preserve">For further information, please visit </w:t>
      </w:r>
      <w:r w:rsidRPr="00641F5C">
        <w:rPr>
          <w:noProof/>
          <w:u w:val="single"/>
          <w:lang w:val="en-US"/>
        </w:rPr>
        <w:t>www.endress.com/media-center</w:t>
      </w:r>
      <w:r w:rsidRPr="00641F5C">
        <w:rPr>
          <w:noProof/>
          <w:lang w:val="en-US"/>
        </w:rPr>
        <w:t xml:space="preserve"> or </w:t>
      </w:r>
      <w:r w:rsidRPr="00641F5C">
        <w:rPr>
          <w:noProof/>
          <w:u w:val="single"/>
          <w:lang w:val="en-US"/>
        </w:rPr>
        <w:t>www.endress.com</w:t>
      </w:r>
    </w:p>
    <w:p w14:paraId="5620628C" w14:textId="77777777" w:rsidR="00025546" w:rsidRPr="00641F5C" w:rsidRDefault="00025546" w:rsidP="00025546">
      <w:pPr>
        <w:rPr>
          <w:lang w:val="en-US"/>
        </w:rPr>
      </w:pPr>
    </w:p>
    <w:p w14:paraId="33717166" w14:textId="77777777" w:rsidR="00025546" w:rsidRPr="00641F5C" w:rsidRDefault="00025546" w:rsidP="00025546">
      <w:pPr>
        <w:pStyle w:val="Texttitle"/>
      </w:pPr>
      <w:r w:rsidRPr="00641F5C">
        <w:t>Contact</w:t>
      </w:r>
    </w:p>
    <w:p w14:paraId="2218160C" w14:textId="77777777" w:rsidR="00025546" w:rsidRPr="00641F5C" w:rsidRDefault="00025546" w:rsidP="00025546">
      <w:pPr>
        <w:tabs>
          <w:tab w:val="left" w:pos="4820"/>
          <w:tab w:val="left" w:pos="5529"/>
        </w:tabs>
        <w:rPr>
          <w:noProof/>
          <w:lang w:val="en-US"/>
        </w:rPr>
      </w:pPr>
      <w:r w:rsidRPr="00641F5C">
        <w:rPr>
          <w:lang w:val="en-US"/>
        </w:rPr>
        <w:t>Martin Raab</w:t>
      </w:r>
      <w:r w:rsidRPr="00641F5C">
        <w:rPr>
          <w:lang w:val="en-US"/>
        </w:rPr>
        <w:tab/>
        <w:t>Email</w:t>
      </w:r>
      <w:r w:rsidRPr="00641F5C">
        <w:rPr>
          <w:lang w:val="en-US"/>
        </w:rPr>
        <w:tab/>
        <w:t>martin.raab@endress.com</w:t>
      </w:r>
      <w:r w:rsidRPr="00641F5C">
        <w:rPr>
          <w:lang w:val="en-US"/>
        </w:rPr>
        <w:br/>
        <w:t>Group Media Spokesperson</w:t>
      </w:r>
      <w:r w:rsidRPr="00641F5C">
        <w:rPr>
          <w:lang w:val="en-US"/>
        </w:rPr>
        <w:tab/>
        <w:t>Phone</w:t>
      </w:r>
      <w:r w:rsidRPr="00641F5C">
        <w:rPr>
          <w:lang w:val="en-US"/>
        </w:rPr>
        <w:tab/>
        <w:t>+41 61 715 7722</w:t>
      </w:r>
      <w:r w:rsidRPr="00641F5C">
        <w:rPr>
          <w:lang w:val="en-US"/>
        </w:rPr>
        <w:br/>
      </w:r>
      <w:r w:rsidRPr="00641F5C">
        <w:rPr>
          <w:noProof/>
          <w:lang w:val="en-US"/>
        </w:rPr>
        <w:t>Endress+Hauser AG</w:t>
      </w:r>
      <w:r w:rsidRPr="00641F5C">
        <w:rPr>
          <w:noProof/>
          <w:lang w:val="en-US"/>
        </w:rPr>
        <w:tab/>
        <w:t>Fax</w:t>
      </w:r>
      <w:r w:rsidRPr="00641F5C">
        <w:rPr>
          <w:noProof/>
          <w:lang w:val="en-US"/>
        </w:rPr>
        <w:tab/>
        <w:t>+41 61 715 2888</w:t>
      </w:r>
      <w:r w:rsidRPr="00641F5C">
        <w:rPr>
          <w:noProof/>
          <w:lang w:val="en-US"/>
        </w:rPr>
        <w:br/>
        <w:t>Kägenstrasse 2</w:t>
      </w:r>
      <w:r w:rsidRPr="00641F5C">
        <w:rPr>
          <w:noProof/>
          <w:lang w:val="en-US"/>
        </w:rPr>
        <w:br/>
        <w:t>4153 Reinach BL</w:t>
      </w:r>
      <w:r w:rsidRPr="00641F5C">
        <w:rPr>
          <w:noProof/>
          <w:lang w:val="en-US"/>
        </w:rPr>
        <w:br/>
        <w:t>Switzerland</w:t>
      </w:r>
    </w:p>
    <w:p w14:paraId="503678C8" w14:textId="20997C4B" w:rsidR="00B0795C" w:rsidRPr="00641F5C" w:rsidRDefault="00B0795C" w:rsidP="00025546">
      <w:pPr>
        <w:pStyle w:val="TitelimText"/>
        <w:rPr>
          <w:lang w:val="en-US"/>
        </w:rPr>
      </w:pPr>
    </w:p>
    <w:sectPr w:rsidR="00B0795C" w:rsidRPr="00641F5C" w:rsidSect="007A5525">
      <w:headerReference w:type="even" r:id="rId10"/>
      <w:headerReference w:type="default" r:id="rId11"/>
      <w:footerReference w:type="even" r:id="rId12"/>
      <w:footerReference w:type="default" r:id="rId13"/>
      <w:headerReference w:type="first" r:id="rId14"/>
      <w:footerReference w:type="first" r:id="rId15"/>
      <w:pgSz w:w="11906" w:h="16838" w:code="9"/>
      <w:pgMar w:top="2353" w:right="851" w:bottom="851"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2F587" w14:textId="77777777" w:rsidR="00087AC8" w:rsidRDefault="00087AC8" w:rsidP="00380AC8">
      <w:pPr>
        <w:spacing w:after="0" w:line="240" w:lineRule="auto"/>
      </w:pPr>
      <w:r>
        <w:separator/>
      </w:r>
    </w:p>
  </w:endnote>
  <w:endnote w:type="continuationSeparator" w:id="0">
    <w:p w14:paraId="46D2BC7C" w14:textId="77777777" w:rsidR="00087AC8" w:rsidRDefault="00087AC8"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44F4E" w14:textId="77777777" w:rsidR="006B0CDA" w:rsidRDefault="006B0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46109D3D" w14:textId="77777777" w:rsidR="00895409" w:rsidRPr="008274A8" w:rsidRDefault="0093550C" w:rsidP="00C27B1F">
        <w:pPr>
          <w:pStyle w:val="Fuzeile"/>
          <w:spacing w:after="0"/>
          <w:jc w:val="right"/>
          <w:rPr>
            <w:sz w:val="16"/>
            <w:szCs w:val="16"/>
          </w:rPr>
        </w:pPr>
        <w:r w:rsidRPr="008274A8">
          <w:rPr>
            <w:sz w:val="16"/>
            <w:szCs w:val="16"/>
          </w:rPr>
          <w:fldChar w:fldCharType="begin"/>
        </w:r>
        <w:r w:rsidR="00895409" w:rsidRPr="008274A8">
          <w:rPr>
            <w:sz w:val="16"/>
            <w:szCs w:val="16"/>
          </w:rPr>
          <w:instrText xml:space="preserve"> PAGE   \* MERGEFORMAT </w:instrText>
        </w:r>
        <w:r w:rsidRPr="008274A8">
          <w:rPr>
            <w:sz w:val="16"/>
            <w:szCs w:val="16"/>
          </w:rPr>
          <w:fldChar w:fldCharType="separate"/>
        </w:r>
        <w:r w:rsidR="00505E9A">
          <w:rPr>
            <w:noProof/>
            <w:sz w:val="16"/>
            <w:szCs w:val="16"/>
          </w:rPr>
          <w:t>1</w:t>
        </w:r>
        <w:r w:rsidRPr="008274A8">
          <w:rPr>
            <w:sz w:val="16"/>
            <w:szCs w:val="16"/>
          </w:rPr>
          <w:fldChar w:fldCharType="end"/>
        </w:r>
        <w:r w:rsidR="00895409" w:rsidRPr="008274A8">
          <w:rPr>
            <w:sz w:val="16"/>
            <w:szCs w:val="16"/>
          </w:rPr>
          <w:t>/</w:t>
        </w:r>
        <w:fldSimple w:instr=" NUMPAGES  \* Arabic  \* MERGEFORMAT ">
          <w:r w:rsidR="00505E9A" w:rsidRPr="00505E9A">
            <w:rPr>
              <w:noProof/>
              <w:sz w:val="16"/>
              <w:szCs w:val="16"/>
            </w:rPr>
            <w:t>3</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A512" w14:textId="77777777" w:rsidR="00895409" w:rsidRDefault="0089540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E69E5" w14:textId="77777777" w:rsidR="00087AC8" w:rsidRDefault="00087AC8" w:rsidP="00380AC8">
      <w:pPr>
        <w:spacing w:after="0" w:line="240" w:lineRule="auto"/>
      </w:pPr>
      <w:r>
        <w:separator/>
      </w:r>
    </w:p>
  </w:footnote>
  <w:footnote w:type="continuationSeparator" w:id="0">
    <w:p w14:paraId="46754B6A" w14:textId="77777777" w:rsidR="00087AC8" w:rsidRDefault="00087AC8"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7F394" w14:textId="77777777" w:rsidR="006B0CDA" w:rsidRDefault="006B0C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895409" w:rsidRPr="00F023F2" w14:paraId="316D14ED" w14:textId="77777777" w:rsidTr="00D84A90">
      <w:trPr>
        <w:cantSplit/>
        <w:trHeight w:hRule="exact" w:val="936"/>
      </w:trPr>
      <w:tc>
        <w:tcPr>
          <w:tcW w:w="0" w:type="auto"/>
          <w:tcBorders>
            <w:bottom w:val="single" w:sz="4" w:space="0" w:color="auto"/>
          </w:tcBorders>
        </w:tcPr>
        <w:p w14:paraId="17617C26" w14:textId="68E28942" w:rsidR="00895409" w:rsidRDefault="006A44DA" w:rsidP="00C27B1F">
          <w:pPr>
            <w:pStyle w:val="DokumententypDatum"/>
          </w:pPr>
          <w:r>
            <w:t>Presse</w:t>
          </w:r>
          <w:r w:rsidR="00895409">
            <w:t>mitteilung</w:t>
          </w:r>
        </w:p>
        <w:p w14:paraId="11E47927" w14:textId="426B16D7" w:rsidR="00895409" w:rsidRPr="00F023F2" w:rsidRDefault="006B0CDA" w:rsidP="001A6C60">
          <w:pPr>
            <w:pStyle w:val="DokumententypDatum"/>
            <w:rPr>
              <w:lang w:val="en-US"/>
            </w:rPr>
          </w:pPr>
          <w:r>
            <w:rPr>
              <w:lang w:val="de-CH"/>
            </w:rPr>
            <w:t>16</w:t>
          </w:r>
          <w:r w:rsidR="00895409">
            <w:rPr>
              <w:lang w:val="de-CH"/>
            </w:rPr>
            <w:t xml:space="preserve">. </w:t>
          </w:r>
          <w:r w:rsidR="001358B4">
            <w:rPr>
              <w:lang w:val="de-CH"/>
            </w:rPr>
            <w:t>April 202</w:t>
          </w:r>
          <w:r>
            <w:rPr>
              <w:lang w:val="de-CH"/>
            </w:rPr>
            <w:t>4</w:t>
          </w:r>
        </w:p>
      </w:tc>
      <w:sdt>
        <w:sdtPr>
          <w:alias w:val="Logo"/>
          <w:tag w:val="Logo"/>
          <w:id w:val="-225680390"/>
        </w:sdtPr>
        <w:sdtEndPr/>
        <w:sdtContent>
          <w:tc>
            <w:tcPr>
              <w:tcW w:w="3780" w:type="dxa"/>
              <w:tcBorders>
                <w:bottom w:val="single" w:sz="4" w:space="0" w:color="auto"/>
              </w:tcBorders>
            </w:tcPr>
            <w:p w14:paraId="05087B41" w14:textId="77777777" w:rsidR="00895409" w:rsidRPr="00F023F2" w:rsidRDefault="00895409" w:rsidP="00216D8F">
              <w:pPr>
                <w:pStyle w:val="Kopfzeile"/>
                <w:jc w:val="right"/>
              </w:pPr>
              <w:r w:rsidRPr="00F023F2">
                <w:rPr>
                  <w:noProof/>
                  <w:lang w:eastAsia="de-DE"/>
                </w:rPr>
                <w:drawing>
                  <wp:inline distT="0" distB="0" distL="0" distR="0" wp14:anchorId="6C596FFC" wp14:editId="3E2A0105">
                    <wp:extent cx="2221200" cy="450000"/>
                    <wp:effectExtent l="0" t="0" r="0" b="7620"/>
                    <wp:docPr id="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0C8974C" w14:textId="77777777" w:rsidR="00895409" w:rsidRPr="006962C9" w:rsidRDefault="00895409"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B42C1" w14:textId="77777777" w:rsidR="00895409" w:rsidRPr="00F023F2" w:rsidRDefault="00895409"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525E"/>
    <w:rsid w:val="000009EE"/>
    <w:rsid w:val="00004456"/>
    <w:rsid w:val="00006B56"/>
    <w:rsid w:val="00006F48"/>
    <w:rsid w:val="000163A0"/>
    <w:rsid w:val="00022BC4"/>
    <w:rsid w:val="00022FFF"/>
    <w:rsid w:val="00025546"/>
    <w:rsid w:val="00025DDF"/>
    <w:rsid w:val="0003434E"/>
    <w:rsid w:val="00036A5A"/>
    <w:rsid w:val="00043C0C"/>
    <w:rsid w:val="000451CA"/>
    <w:rsid w:val="00046A1F"/>
    <w:rsid w:val="00050BBC"/>
    <w:rsid w:val="0005251D"/>
    <w:rsid w:val="00054144"/>
    <w:rsid w:val="0005624B"/>
    <w:rsid w:val="000635F9"/>
    <w:rsid w:val="00066668"/>
    <w:rsid w:val="00070F29"/>
    <w:rsid w:val="00071CD2"/>
    <w:rsid w:val="00074E71"/>
    <w:rsid w:val="0007718C"/>
    <w:rsid w:val="000820CC"/>
    <w:rsid w:val="00083D1E"/>
    <w:rsid w:val="000867DC"/>
    <w:rsid w:val="00086FE8"/>
    <w:rsid w:val="00087AC8"/>
    <w:rsid w:val="00087D98"/>
    <w:rsid w:val="000908D8"/>
    <w:rsid w:val="0009144A"/>
    <w:rsid w:val="00092FCC"/>
    <w:rsid w:val="00093728"/>
    <w:rsid w:val="00093B94"/>
    <w:rsid w:val="000A1C89"/>
    <w:rsid w:val="000A44B4"/>
    <w:rsid w:val="000A5ED6"/>
    <w:rsid w:val="000A6F2E"/>
    <w:rsid w:val="000A7220"/>
    <w:rsid w:val="000A77D4"/>
    <w:rsid w:val="000B1BE3"/>
    <w:rsid w:val="000B6313"/>
    <w:rsid w:val="000C6BB8"/>
    <w:rsid w:val="000D2BB6"/>
    <w:rsid w:val="000D305E"/>
    <w:rsid w:val="000D4777"/>
    <w:rsid w:val="000D5C45"/>
    <w:rsid w:val="000E0C69"/>
    <w:rsid w:val="000E7B89"/>
    <w:rsid w:val="000F1531"/>
    <w:rsid w:val="000F2506"/>
    <w:rsid w:val="000F4CDF"/>
    <w:rsid w:val="000F5465"/>
    <w:rsid w:val="000F6613"/>
    <w:rsid w:val="000F68AA"/>
    <w:rsid w:val="000F6F12"/>
    <w:rsid w:val="000F744E"/>
    <w:rsid w:val="00100606"/>
    <w:rsid w:val="001109FE"/>
    <w:rsid w:val="00117445"/>
    <w:rsid w:val="001263E8"/>
    <w:rsid w:val="001309C8"/>
    <w:rsid w:val="00133267"/>
    <w:rsid w:val="001358B4"/>
    <w:rsid w:val="00135D0C"/>
    <w:rsid w:val="00136C2C"/>
    <w:rsid w:val="001370D8"/>
    <w:rsid w:val="001376EC"/>
    <w:rsid w:val="001377F1"/>
    <w:rsid w:val="0015292B"/>
    <w:rsid w:val="0015574D"/>
    <w:rsid w:val="00155CE3"/>
    <w:rsid w:val="0015647B"/>
    <w:rsid w:val="00157519"/>
    <w:rsid w:val="00157D25"/>
    <w:rsid w:val="0016103D"/>
    <w:rsid w:val="0016372B"/>
    <w:rsid w:val="00167CC7"/>
    <w:rsid w:val="001755E0"/>
    <w:rsid w:val="00181C14"/>
    <w:rsid w:val="00182E1B"/>
    <w:rsid w:val="00183F9F"/>
    <w:rsid w:val="00184A9A"/>
    <w:rsid w:val="00185B35"/>
    <w:rsid w:val="001866A7"/>
    <w:rsid w:val="00197C6A"/>
    <w:rsid w:val="001A0596"/>
    <w:rsid w:val="001A2D94"/>
    <w:rsid w:val="001A6C60"/>
    <w:rsid w:val="001A7456"/>
    <w:rsid w:val="001B421F"/>
    <w:rsid w:val="001B6377"/>
    <w:rsid w:val="001C36EB"/>
    <w:rsid w:val="001C4A44"/>
    <w:rsid w:val="001C53CF"/>
    <w:rsid w:val="001D0128"/>
    <w:rsid w:val="001D4062"/>
    <w:rsid w:val="001D5BF3"/>
    <w:rsid w:val="001D7B77"/>
    <w:rsid w:val="001F21FA"/>
    <w:rsid w:val="001F5251"/>
    <w:rsid w:val="001F6ADF"/>
    <w:rsid w:val="0020044E"/>
    <w:rsid w:val="00205352"/>
    <w:rsid w:val="0020675A"/>
    <w:rsid w:val="0020796A"/>
    <w:rsid w:val="0021109E"/>
    <w:rsid w:val="00216D8F"/>
    <w:rsid w:val="00220795"/>
    <w:rsid w:val="00220B5F"/>
    <w:rsid w:val="00221919"/>
    <w:rsid w:val="002236C0"/>
    <w:rsid w:val="00227039"/>
    <w:rsid w:val="00227254"/>
    <w:rsid w:val="00243CFB"/>
    <w:rsid w:val="002451CC"/>
    <w:rsid w:val="00247DCE"/>
    <w:rsid w:val="002525A2"/>
    <w:rsid w:val="002547C5"/>
    <w:rsid w:val="00254C29"/>
    <w:rsid w:val="0025550A"/>
    <w:rsid w:val="002629B2"/>
    <w:rsid w:val="00265EA7"/>
    <w:rsid w:val="00266971"/>
    <w:rsid w:val="002703A6"/>
    <w:rsid w:val="00271378"/>
    <w:rsid w:val="00271E28"/>
    <w:rsid w:val="00277440"/>
    <w:rsid w:val="00282177"/>
    <w:rsid w:val="00292770"/>
    <w:rsid w:val="00293937"/>
    <w:rsid w:val="00295067"/>
    <w:rsid w:val="00295996"/>
    <w:rsid w:val="00295BEF"/>
    <w:rsid w:val="00296D64"/>
    <w:rsid w:val="00297D63"/>
    <w:rsid w:val="002A3527"/>
    <w:rsid w:val="002B195B"/>
    <w:rsid w:val="002C1A95"/>
    <w:rsid w:val="002C275D"/>
    <w:rsid w:val="002C647F"/>
    <w:rsid w:val="002D1513"/>
    <w:rsid w:val="002D2189"/>
    <w:rsid w:val="002D4710"/>
    <w:rsid w:val="002E1CAB"/>
    <w:rsid w:val="002E1D1A"/>
    <w:rsid w:val="002E71CE"/>
    <w:rsid w:val="002F3D8B"/>
    <w:rsid w:val="00300C82"/>
    <w:rsid w:val="00301905"/>
    <w:rsid w:val="003021CD"/>
    <w:rsid w:val="00302656"/>
    <w:rsid w:val="00302DC4"/>
    <w:rsid w:val="00303E36"/>
    <w:rsid w:val="003040F6"/>
    <w:rsid w:val="00304A97"/>
    <w:rsid w:val="00313826"/>
    <w:rsid w:val="00316F42"/>
    <w:rsid w:val="003200B3"/>
    <w:rsid w:val="0032033E"/>
    <w:rsid w:val="00320A98"/>
    <w:rsid w:val="00320CF9"/>
    <w:rsid w:val="00323622"/>
    <w:rsid w:val="003238BB"/>
    <w:rsid w:val="00323F55"/>
    <w:rsid w:val="00336598"/>
    <w:rsid w:val="003432E4"/>
    <w:rsid w:val="003476F9"/>
    <w:rsid w:val="00350049"/>
    <w:rsid w:val="00350AAC"/>
    <w:rsid w:val="00354CCB"/>
    <w:rsid w:val="00357932"/>
    <w:rsid w:val="00357B15"/>
    <w:rsid w:val="00366D7D"/>
    <w:rsid w:val="00366EF4"/>
    <w:rsid w:val="00367027"/>
    <w:rsid w:val="00372479"/>
    <w:rsid w:val="00375392"/>
    <w:rsid w:val="00376DEC"/>
    <w:rsid w:val="00377467"/>
    <w:rsid w:val="00380AC8"/>
    <w:rsid w:val="003824CD"/>
    <w:rsid w:val="00383BD6"/>
    <w:rsid w:val="00386EE5"/>
    <w:rsid w:val="003871FA"/>
    <w:rsid w:val="00392A3C"/>
    <w:rsid w:val="00396340"/>
    <w:rsid w:val="003973AD"/>
    <w:rsid w:val="003B17FC"/>
    <w:rsid w:val="003B4636"/>
    <w:rsid w:val="003C012B"/>
    <w:rsid w:val="003C36D6"/>
    <w:rsid w:val="003C539B"/>
    <w:rsid w:val="003C576A"/>
    <w:rsid w:val="003D3413"/>
    <w:rsid w:val="003D784D"/>
    <w:rsid w:val="003E2441"/>
    <w:rsid w:val="003E6363"/>
    <w:rsid w:val="003F297C"/>
    <w:rsid w:val="003F3C9C"/>
    <w:rsid w:val="003F447D"/>
    <w:rsid w:val="003F47BF"/>
    <w:rsid w:val="003F5AB5"/>
    <w:rsid w:val="003F5C38"/>
    <w:rsid w:val="00400174"/>
    <w:rsid w:val="00401446"/>
    <w:rsid w:val="00401698"/>
    <w:rsid w:val="004018C0"/>
    <w:rsid w:val="00405532"/>
    <w:rsid w:val="00407999"/>
    <w:rsid w:val="00411440"/>
    <w:rsid w:val="00414710"/>
    <w:rsid w:val="0041765A"/>
    <w:rsid w:val="004176D9"/>
    <w:rsid w:val="00417D7C"/>
    <w:rsid w:val="00422CDE"/>
    <w:rsid w:val="00423C91"/>
    <w:rsid w:val="00424BB9"/>
    <w:rsid w:val="00433A1F"/>
    <w:rsid w:val="00434D61"/>
    <w:rsid w:val="00434DD3"/>
    <w:rsid w:val="00434E94"/>
    <w:rsid w:val="0043507F"/>
    <w:rsid w:val="00436CB4"/>
    <w:rsid w:val="00440782"/>
    <w:rsid w:val="0044174C"/>
    <w:rsid w:val="00443CD1"/>
    <w:rsid w:val="00447552"/>
    <w:rsid w:val="00452BC8"/>
    <w:rsid w:val="0045534B"/>
    <w:rsid w:val="0046281B"/>
    <w:rsid w:val="0046418F"/>
    <w:rsid w:val="00464B30"/>
    <w:rsid w:val="00464EB8"/>
    <w:rsid w:val="00465B7C"/>
    <w:rsid w:val="00466DF2"/>
    <w:rsid w:val="00467A66"/>
    <w:rsid w:val="00467A94"/>
    <w:rsid w:val="004726CE"/>
    <w:rsid w:val="00474DAE"/>
    <w:rsid w:val="004751A7"/>
    <w:rsid w:val="00476EB6"/>
    <w:rsid w:val="004934E0"/>
    <w:rsid w:val="00493590"/>
    <w:rsid w:val="00495EB8"/>
    <w:rsid w:val="00496C36"/>
    <w:rsid w:val="004A0AA8"/>
    <w:rsid w:val="004A13E5"/>
    <w:rsid w:val="004A1FB7"/>
    <w:rsid w:val="004A60FB"/>
    <w:rsid w:val="004A67A3"/>
    <w:rsid w:val="004A7E38"/>
    <w:rsid w:val="004B39C6"/>
    <w:rsid w:val="004B4073"/>
    <w:rsid w:val="004B5467"/>
    <w:rsid w:val="004B5D29"/>
    <w:rsid w:val="004C4B88"/>
    <w:rsid w:val="004C61F0"/>
    <w:rsid w:val="004C7311"/>
    <w:rsid w:val="004C7F16"/>
    <w:rsid w:val="004D5882"/>
    <w:rsid w:val="004E1B6E"/>
    <w:rsid w:val="004E512F"/>
    <w:rsid w:val="004F4A23"/>
    <w:rsid w:val="004F6FC5"/>
    <w:rsid w:val="004F79C2"/>
    <w:rsid w:val="004F7DC1"/>
    <w:rsid w:val="0050124C"/>
    <w:rsid w:val="00502B2D"/>
    <w:rsid w:val="00503774"/>
    <w:rsid w:val="0050507C"/>
    <w:rsid w:val="00505E9A"/>
    <w:rsid w:val="0050689C"/>
    <w:rsid w:val="005073BC"/>
    <w:rsid w:val="00511D0E"/>
    <w:rsid w:val="00511D53"/>
    <w:rsid w:val="00512094"/>
    <w:rsid w:val="005143BF"/>
    <w:rsid w:val="00514A6A"/>
    <w:rsid w:val="00524926"/>
    <w:rsid w:val="0052627D"/>
    <w:rsid w:val="00537791"/>
    <w:rsid w:val="005441FC"/>
    <w:rsid w:val="00546E38"/>
    <w:rsid w:val="00547439"/>
    <w:rsid w:val="005521C5"/>
    <w:rsid w:val="005535E7"/>
    <w:rsid w:val="005537A5"/>
    <w:rsid w:val="00553C89"/>
    <w:rsid w:val="00557841"/>
    <w:rsid w:val="0056492C"/>
    <w:rsid w:val="005701C4"/>
    <w:rsid w:val="00572871"/>
    <w:rsid w:val="00573EE3"/>
    <w:rsid w:val="005800B8"/>
    <w:rsid w:val="005913E7"/>
    <w:rsid w:val="00592480"/>
    <w:rsid w:val="00593752"/>
    <w:rsid w:val="00595370"/>
    <w:rsid w:val="005971B7"/>
    <w:rsid w:val="005A24BB"/>
    <w:rsid w:val="005A281D"/>
    <w:rsid w:val="005A2FB8"/>
    <w:rsid w:val="005A43F0"/>
    <w:rsid w:val="005A480F"/>
    <w:rsid w:val="005A51F7"/>
    <w:rsid w:val="005A5944"/>
    <w:rsid w:val="005B0D76"/>
    <w:rsid w:val="005B0FA6"/>
    <w:rsid w:val="005B19BD"/>
    <w:rsid w:val="005B3298"/>
    <w:rsid w:val="005B3770"/>
    <w:rsid w:val="005B411F"/>
    <w:rsid w:val="005B5D0D"/>
    <w:rsid w:val="005C6C3F"/>
    <w:rsid w:val="005C78D1"/>
    <w:rsid w:val="005D0CFB"/>
    <w:rsid w:val="005D1C54"/>
    <w:rsid w:val="005D5A54"/>
    <w:rsid w:val="005D5AE1"/>
    <w:rsid w:val="005E1037"/>
    <w:rsid w:val="005E1D37"/>
    <w:rsid w:val="005E6C61"/>
    <w:rsid w:val="005F22E3"/>
    <w:rsid w:val="005F2787"/>
    <w:rsid w:val="005F6CA4"/>
    <w:rsid w:val="00600696"/>
    <w:rsid w:val="00610FDE"/>
    <w:rsid w:val="006115B2"/>
    <w:rsid w:val="006119A1"/>
    <w:rsid w:val="00611C71"/>
    <w:rsid w:val="00615ED8"/>
    <w:rsid w:val="00617C70"/>
    <w:rsid w:val="00623C3A"/>
    <w:rsid w:val="00624F65"/>
    <w:rsid w:val="006255F7"/>
    <w:rsid w:val="00625E16"/>
    <w:rsid w:val="00626339"/>
    <w:rsid w:val="00627CEA"/>
    <w:rsid w:val="00632B03"/>
    <w:rsid w:val="0063455A"/>
    <w:rsid w:val="00634DD2"/>
    <w:rsid w:val="00641F5C"/>
    <w:rsid w:val="00642B54"/>
    <w:rsid w:val="0064304B"/>
    <w:rsid w:val="00643FDF"/>
    <w:rsid w:val="00647B4F"/>
    <w:rsid w:val="00651C77"/>
    <w:rsid w:val="00652501"/>
    <w:rsid w:val="006527DE"/>
    <w:rsid w:val="00654635"/>
    <w:rsid w:val="00655370"/>
    <w:rsid w:val="00657017"/>
    <w:rsid w:val="006614E2"/>
    <w:rsid w:val="00663732"/>
    <w:rsid w:val="00673869"/>
    <w:rsid w:val="006741E6"/>
    <w:rsid w:val="00683FAF"/>
    <w:rsid w:val="00690761"/>
    <w:rsid w:val="00690BEC"/>
    <w:rsid w:val="00690ED9"/>
    <w:rsid w:val="006921B8"/>
    <w:rsid w:val="00693795"/>
    <w:rsid w:val="006948ED"/>
    <w:rsid w:val="00695D83"/>
    <w:rsid w:val="006962C9"/>
    <w:rsid w:val="006A103C"/>
    <w:rsid w:val="006A30EA"/>
    <w:rsid w:val="006A44DA"/>
    <w:rsid w:val="006A6C49"/>
    <w:rsid w:val="006B0CDA"/>
    <w:rsid w:val="006B5E1B"/>
    <w:rsid w:val="006B6BCE"/>
    <w:rsid w:val="006B7DCA"/>
    <w:rsid w:val="006C3037"/>
    <w:rsid w:val="006C4BCE"/>
    <w:rsid w:val="006D7943"/>
    <w:rsid w:val="006E38E7"/>
    <w:rsid w:val="006E4A67"/>
    <w:rsid w:val="006E5420"/>
    <w:rsid w:val="006E56FA"/>
    <w:rsid w:val="00700E9C"/>
    <w:rsid w:val="0070204C"/>
    <w:rsid w:val="00702368"/>
    <w:rsid w:val="007115E3"/>
    <w:rsid w:val="007130C8"/>
    <w:rsid w:val="00714493"/>
    <w:rsid w:val="0072089D"/>
    <w:rsid w:val="00721A33"/>
    <w:rsid w:val="00722204"/>
    <w:rsid w:val="0072430C"/>
    <w:rsid w:val="00725866"/>
    <w:rsid w:val="00734CA4"/>
    <w:rsid w:val="007379C7"/>
    <w:rsid w:val="00737B4D"/>
    <w:rsid w:val="00741CA6"/>
    <w:rsid w:val="00744553"/>
    <w:rsid w:val="00746389"/>
    <w:rsid w:val="00755A91"/>
    <w:rsid w:val="0075736C"/>
    <w:rsid w:val="007579D4"/>
    <w:rsid w:val="00761816"/>
    <w:rsid w:val="00761DB2"/>
    <w:rsid w:val="00763EFF"/>
    <w:rsid w:val="0076532A"/>
    <w:rsid w:val="0076594F"/>
    <w:rsid w:val="007668B7"/>
    <w:rsid w:val="0077116B"/>
    <w:rsid w:val="007728E3"/>
    <w:rsid w:val="007736FB"/>
    <w:rsid w:val="007779ED"/>
    <w:rsid w:val="00781408"/>
    <w:rsid w:val="00782DFD"/>
    <w:rsid w:val="00784BC6"/>
    <w:rsid w:val="007852D8"/>
    <w:rsid w:val="007919B8"/>
    <w:rsid w:val="007928B1"/>
    <w:rsid w:val="007A0A43"/>
    <w:rsid w:val="007A5525"/>
    <w:rsid w:val="007B15F8"/>
    <w:rsid w:val="007C2480"/>
    <w:rsid w:val="007D0775"/>
    <w:rsid w:val="007D746F"/>
    <w:rsid w:val="007D7752"/>
    <w:rsid w:val="007E3230"/>
    <w:rsid w:val="007E692F"/>
    <w:rsid w:val="007F5293"/>
    <w:rsid w:val="007F66DC"/>
    <w:rsid w:val="007F76BE"/>
    <w:rsid w:val="00801C73"/>
    <w:rsid w:val="00805816"/>
    <w:rsid w:val="00811E8A"/>
    <w:rsid w:val="0081225B"/>
    <w:rsid w:val="008130B1"/>
    <w:rsid w:val="00813577"/>
    <w:rsid w:val="008141C6"/>
    <w:rsid w:val="00817AA0"/>
    <w:rsid w:val="00823115"/>
    <w:rsid w:val="008264D0"/>
    <w:rsid w:val="008274A8"/>
    <w:rsid w:val="0084529D"/>
    <w:rsid w:val="0085002A"/>
    <w:rsid w:val="00851001"/>
    <w:rsid w:val="008533E6"/>
    <w:rsid w:val="00855EFC"/>
    <w:rsid w:val="0085779B"/>
    <w:rsid w:val="00861A3B"/>
    <w:rsid w:val="00862FB6"/>
    <w:rsid w:val="00866F02"/>
    <w:rsid w:val="00870304"/>
    <w:rsid w:val="00871010"/>
    <w:rsid w:val="008745B7"/>
    <w:rsid w:val="00876B90"/>
    <w:rsid w:val="00876F40"/>
    <w:rsid w:val="00877C69"/>
    <w:rsid w:val="00884946"/>
    <w:rsid w:val="00886F91"/>
    <w:rsid w:val="00892418"/>
    <w:rsid w:val="00893175"/>
    <w:rsid w:val="00894006"/>
    <w:rsid w:val="00894343"/>
    <w:rsid w:val="00895409"/>
    <w:rsid w:val="008979FA"/>
    <w:rsid w:val="008A077A"/>
    <w:rsid w:val="008A57AD"/>
    <w:rsid w:val="008A6DF6"/>
    <w:rsid w:val="008B36EF"/>
    <w:rsid w:val="008C558A"/>
    <w:rsid w:val="008C609D"/>
    <w:rsid w:val="008D4CA7"/>
    <w:rsid w:val="008E2914"/>
    <w:rsid w:val="008E3869"/>
    <w:rsid w:val="008E3E91"/>
    <w:rsid w:val="008E4ECD"/>
    <w:rsid w:val="008F0E8C"/>
    <w:rsid w:val="008F287E"/>
    <w:rsid w:val="008F2971"/>
    <w:rsid w:val="008F313D"/>
    <w:rsid w:val="00900E77"/>
    <w:rsid w:val="00902D75"/>
    <w:rsid w:val="00905ED6"/>
    <w:rsid w:val="009078C2"/>
    <w:rsid w:val="00907E2B"/>
    <w:rsid w:val="00907F1F"/>
    <w:rsid w:val="0091029C"/>
    <w:rsid w:val="0092021F"/>
    <w:rsid w:val="00920D48"/>
    <w:rsid w:val="00923F7A"/>
    <w:rsid w:val="009261F2"/>
    <w:rsid w:val="00927E07"/>
    <w:rsid w:val="00931664"/>
    <w:rsid w:val="00931EDA"/>
    <w:rsid w:val="0093427B"/>
    <w:rsid w:val="0093550C"/>
    <w:rsid w:val="00936473"/>
    <w:rsid w:val="009436F2"/>
    <w:rsid w:val="00945E9E"/>
    <w:rsid w:val="00947C8C"/>
    <w:rsid w:val="00950665"/>
    <w:rsid w:val="009517B6"/>
    <w:rsid w:val="00952F1B"/>
    <w:rsid w:val="0095562D"/>
    <w:rsid w:val="00956720"/>
    <w:rsid w:val="00960915"/>
    <w:rsid w:val="009636CB"/>
    <w:rsid w:val="00965A9E"/>
    <w:rsid w:val="009749E6"/>
    <w:rsid w:val="009754DD"/>
    <w:rsid w:val="0097773D"/>
    <w:rsid w:val="009779B4"/>
    <w:rsid w:val="00977F4A"/>
    <w:rsid w:val="009802F2"/>
    <w:rsid w:val="00980526"/>
    <w:rsid w:val="009808F6"/>
    <w:rsid w:val="00986F9F"/>
    <w:rsid w:val="00991F9D"/>
    <w:rsid w:val="009A32E4"/>
    <w:rsid w:val="009A4B87"/>
    <w:rsid w:val="009A6784"/>
    <w:rsid w:val="009B16EF"/>
    <w:rsid w:val="009B2C73"/>
    <w:rsid w:val="009B4093"/>
    <w:rsid w:val="009C1855"/>
    <w:rsid w:val="009C4353"/>
    <w:rsid w:val="009C5C2D"/>
    <w:rsid w:val="009C7261"/>
    <w:rsid w:val="009C7ECD"/>
    <w:rsid w:val="009D17C4"/>
    <w:rsid w:val="009D280E"/>
    <w:rsid w:val="009D45D4"/>
    <w:rsid w:val="009D649C"/>
    <w:rsid w:val="009E088F"/>
    <w:rsid w:val="009F1EB4"/>
    <w:rsid w:val="009F268D"/>
    <w:rsid w:val="00A00435"/>
    <w:rsid w:val="00A01B5A"/>
    <w:rsid w:val="00A04294"/>
    <w:rsid w:val="00A11D12"/>
    <w:rsid w:val="00A234F7"/>
    <w:rsid w:val="00A2494C"/>
    <w:rsid w:val="00A26724"/>
    <w:rsid w:val="00A26996"/>
    <w:rsid w:val="00A32639"/>
    <w:rsid w:val="00A356B7"/>
    <w:rsid w:val="00A37483"/>
    <w:rsid w:val="00A422ED"/>
    <w:rsid w:val="00A53F52"/>
    <w:rsid w:val="00A6099E"/>
    <w:rsid w:val="00A64C73"/>
    <w:rsid w:val="00A77F5B"/>
    <w:rsid w:val="00A82D96"/>
    <w:rsid w:val="00A82DDE"/>
    <w:rsid w:val="00A8695C"/>
    <w:rsid w:val="00A86A6B"/>
    <w:rsid w:val="00A87EC5"/>
    <w:rsid w:val="00A9248C"/>
    <w:rsid w:val="00A927F7"/>
    <w:rsid w:val="00A961AA"/>
    <w:rsid w:val="00AA25E2"/>
    <w:rsid w:val="00AA303A"/>
    <w:rsid w:val="00AA3AF5"/>
    <w:rsid w:val="00AA618D"/>
    <w:rsid w:val="00AB0C54"/>
    <w:rsid w:val="00AB0CFF"/>
    <w:rsid w:val="00AB1A9F"/>
    <w:rsid w:val="00AB2310"/>
    <w:rsid w:val="00AC0983"/>
    <w:rsid w:val="00AC1B0B"/>
    <w:rsid w:val="00AC73BA"/>
    <w:rsid w:val="00AD0191"/>
    <w:rsid w:val="00AD292B"/>
    <w:rsid w:val="00AD5002"/>
    <w:rsid w:val="00AE1A53"/>
    <w:rsid w:val="00AE61C9"/>
    <w:rsid w:val="00AF2C04"/>
    <w:rsid w:val="00B03D01"/>
    <w:rsid w:val="00B0443C"/>
    <w:rsid w:val="00B06675"/>
    <w:rsid w:val="00B0795C"/>
    <w:rsid w:val="00B07CE3"/>
    <w:rsid w:val="00B11761"/>
    <w:rsid w:val="00B12085"/>
    <w:rsid w:val="00B1450B"/>
    <w:rsid w:val="00B162C1"/>
    <w:rsid w:val="00B16B19"/>
    <w:rsid w:val="00B21C6F"/>
    <w:rsid w:val="00B2271C"/>
    <w:rsid w:val="00B24C5A"/>
    <w:rsid w:val="00B25DE0"/>
    <w:rsid w:val="00B34B59"/>
    <w:rsid w:val="00B379E9"/>
    <w:rsid w:val="00B440ED"/>
    <w:rsid w:val="00B47007"/>
    <w:rsid w:val="00B604F8"/>
    <w:rsid w:val="00B63108"/>
    <w:rsid w:val="00B63A5C"/>
    <w:rsid w:val="00B64CDF"/>
    <w:rsid w:val="00B67AD1"/>
    <w:rsid w:val="00B67D47"/>
    <w:rsid w:val="00B75BF4"/>
    <w:rsid w:val="00B76377"/>
    <w:rsid w:val="00B77E3E"/>
    <w:rsid w:val="00B827D8"/>
    <w:rsid w:val="00B85584"/>
    <w:rsid w:val="00B87806"/>
    <w:rsid w:val="00B9053B"/>
    <w:rsid w:val="00B91BB8"/>
    <w:rsid w:val="00B93D82"/>
    <w:rsid w:val="00B959F6"/>
    <w:rsid w:val="00BA0B2F"/>
    <w:rsid w:val="00BA0F9B"/>
    <w:rsid w:val="00BA2FFB"/>
    <w:rsid w:val="00BA78E6"/>
    <w:rsid w:val="00BB039D"/>
    <w:rsid w:val="00BB5DBB"/>
    <w:rsid w:val="00BB7B14"/>
    <w:rsid w:val="00BC2399"/>
    <w:rsid w:val="00BC2F05"/>
    <w:rsid w:val="00BD1723"/>
    <w:rsid w:val="00BD2DF5"/>
    <w:rsid w:val="00BD3532"/>
    <w:rsid w:val="00BD4AA4"/>
    <w:rsid w:val="00BE1F10"/>
    <w:rsid w:val="00BE461F"/>
    <w:rsid w:val="00BE737F"/>
    <w:rsid w:val="00BE7F0F"/>
    <w:rsid w:val="00BF399F"/>
    <w:rsid w:val="00BF6F1D"/>
    <w:rsid w:val="00C00F8F"/>
    <w:rsid w:val="00C04759"/>
    <w:rsid w:val="00C05656"/>
    <w:rsid w:val="00C06A5C"/>
    <w:rsid w:val="00C07076"/>
    <w:rsid w:val="00C0746F"/>
    <w:rsid w:val="00C11294"/>
    <w:rsid w:val="00C11C7C"/>
    <w:rsid w:val="00C15EAB"/>
    <w:rsid w:val="00C16137"/>
    <w:rsid w:val="00C16D22"/>
    <w:rsid w:val="00C17E67"/>
    <w:rsid w:val="00C21F8E"/>
    <w:rsid w:val="00C22885"/>
    <w:rsid w:val="00C229A1"/>
    <w:rsid w:val="00C27B1F"/>
    <w:rsid w:val="00C316E4"/>
    <w:rsid w:val="00C32234"/>
    <w:rsid w:val="00C3674F"/>
    <w:rsid w:val="00C37CDF"/>
    <w:rsid w:val="00C41D14"/>
    <w:rsid w:val="00C45112"/>
    <w:rsid w:val="00C46BCA"/>
    <w:rsid w:val="00C50510"/>
    <w:rsid w:val="00C53EB0"/>
    <w:rsid w:val="00C57488"/>
    <w:rsid w:val="00C6062D"/>
    <w:rsid w:val="00C60910"/>
    <w:rsid w:val="00C632A7"/>
    <w:rsid w:val="00C641C4"/>
    <w:rsid w:val="00C66B6D"/>
    <w:rsid w:val="00C67B9B"/>
    <w:rsid w:val="00C72FB4"/>
    <w:rsid w:val="00C737D1"/>
    <w:rsid w:val="00C74ACB"/>
    <w:rsid w:val="00C83586"/>
    <w:rsid w:val="00C84060"/>
    <w:rsid w:val="00C85B93"/>
    <w:rsid w:val="00C86BCB"/>
    <w:rsid w:val="00C87AB8"/>
    <w:rsid w:val="00C94F45"/>
    <w:rsid w:val="00CA194C"/>
    <w:rsid w:val="00CA21A2"/>
    <w:rsid w:val="00CA48C0"/>
    <w:rsid w:val="00CA71E1"/>
    <w:rsid w:val="00CB3EE1"/>
    <w:rsid w:val="00CB7DBB"/>
    <w:rsid w:val="00CC070E"/>
    <w:rsid w:val="00CC143F"/>
    <w:rsid w:val="00CC4C3B"/>
    <w:rsid w:val="00CC6F52"/>
    <w:rsid w:val="00CD226E"/>
    <w:rsid w:val="00CD41E7"/>
    <w:rsid w:val="00CE051E"/>
    <w:rsid w:val="00CE27C4"/>
    <w:rsid w:val="00CE4084"/>
    <w:rsid w:val="00CE45C1"/>
    <w:rsid w:val="00CE67C7"/>
    <w:rsid w:val="00CE7391"/>
    <w:rsid w:val="00CF3232"/>
    <w:rsid w:val="00CF6176"/>
    <w:rsid w:val="00D00C9F"/>
    <w:rsid w:val="00D027F3"/>
    <w:rsid w:val="00D053F6"/>
    <w:rsid w:val="00D0546D"/>
    <w:rsid w:val="00D10AFF"/>
    <w:rsid w:val="00D11C13"/>
    <w:rsid w:val="00D1641C"/>
    <w:rsid w:val="00D1727B"/>
    <w:rsid w:val="00D22ACF"/>
    <w:rsid w:val="00D246AA"/>
    <w:rsid w:val="00D25235"/>
    <w:rsid w:val="00D2734D"/>
    <w:rsid w:val="00D30CD7"/>
    <w:rsid w:val="00D31567"/>
    <w:rsid w:val="00D3335F"/>
    <w:rsid w:val="00D3600F"/>
    <w:rsid w:val="00D405EE"/>
    <w:rsid w:val="00D422D2"/>
    <w:rsid w:val="00D43516"/>
    <w:rsid w:val="00D476CA"/>
    <w:rsid w:val="00D57744"/>
    <w:rsid w:val="00D60A45"/>
    <w:rsid w:val="00D62DB9"/>
    <w:rsid w:val="00D64083"/>
    <w:rsid w:val="00D668DD"/>
    <w:rsid w:val="00D66F13"/>
    <w:rsid w:val="00D71F9A"/>
    <w:rsid w:val="00D84530"/>
    <w:rsid w:val="00D84A90"/>
    <w:rsid w:val="00D86C51"/>
    <w:rsid w:val="00D87901"/>
    <w:rsid w:val="00D91732"/>
    <w:rsid w:val="00D94379"/>
    <w:rsid w:val="00D945A4"/>
    <w:rsid w:val="00DA0EE9"/>
    <w:rsid w:val="00DA7921"/>
    <w:rsid w:val="00DB0D20"/>
    <w:rsid w:val="00DB2158"/>
    <w:rsid w:val="00DB2717"/>
    <w:rsid w:val="00DB3ACC"/>
    <w:rsid w:val="00DB41CC"/>
    <w:rsid w:val="00DC17E5"/>
    <w:rsid w:val="00DC4A25"/>
    <w:rsid w:val="00DC702C"/>
    <w:rsid w:val="00DD2EB7"/>
    <w:rsid w:val="00DD46C8"/>
    <w:rsid w:val="00DE00A9"/>
    <w:rsid w:val="00DE5707"/>
    <w:rsid w:val="00DE5FF3"/>
    <w:rsid w:val="00DE62C4"/>
    <w:rsid w:val="00DE64B3"/>
    <w:rsid w:val="00DE68C1"/>
    <w:rsid w:val="00DE7080"/>
    <w:rsid w:val="00DF2075"/>
    <w:rsid w:val="00DF3ACA"/>
    <w:rsid w:val="00DF45D0"/>
    <w:rsid w:val="00DF4636"/>
    <w:rsid w:val="00E008EA"/>
    <w:rsid w:val="00E14A82"/>
    <w:rsid w:val="00E152AB"/>
    <w:rsid w:val="00E233CD"/>
    <w:rsid w:val="00E27C02"/>
    <w:rsid w:val="00E32ED4"/>
    <w:rsid w:val="00E32F03"/>
    <w:rsid w:val="00E34577"/>
    <w:rsid w:val="00E40CFC"/>
    <w:rsid w:val="00E437F6"/>
    <w:rsid w:val="00E43E64"/>
    <w:rsid w:val="00E46366"/>
    <w:rsid w:val="00E46FEF"/>
    <w:rsid w:val="00E4761A"/>
    <w:rsid w:val="00E50D1C"/>
    <w:rsid w:val="00E5299C"/>
    <w:rsid w:val="00E52B5E"/>
    <w:rsid w:val="00E53572"/>
    <w:rsid w:val="00E535ED"/>
    <w:rsid w:val="00E55023"/>
    <w:rsid w:val="00E550F7"/>
    <w:rsid w:val="00E60386"/>
    <w:rsid w:val="00E641DF"/>
    <w:rsid w:val="00E6609C"/>
    <w:rsid w:val="00E66A33"/>
    <w:rsid w:val="00E677F7"/>
    <w:rsid w:val="00E73FE4"/>
    <w:rsid w:val="00E74331"/>
    <w:rsid w:val="00E75B25"/>
    <w:rsid w:val="00E81751"/>
    <w:rsid w:val="00E81969"/>
    <w:rsid w:val="00E84113"/>
    <w:rsid w:val="00E841C4"/>
    <w:rsid w:val="00E84ADD"/>
    <w:rsid w:val="00E85D78"/>
    <w:rsid w:val="00E85FF5"/>
    <w:rsid w:val="00E90738"/>
    <w:rsid w:val="00E91C58"/>
    <w:rsid w:val="00E925F1"/>
    <w:rsid w:val="00E9431C"/>
    <w:rsid w:val="00E94A28"/>
    <w:rsid w:val="00E9525E"/>
    <w:rsid w:val="00E95CEE"/>
    <w:rsid w:val="00EA10AC"/>
    <w:rsid w:val="00EA28B7"/>
    <w:rsid w:val="00EA358C"/>
    <w:rsid w:val="00EA4AF9"/>
    <w:rsid w:val="00EA63A4"/>
    <w:rsid w:val="00EA6E7B"/>
    <w:rsid w:val="00EB15CE"/>
    <w:rsid w:val="00EB17D3"/>
    <w:rsid w:val="00EC1324"/>
    <w:rsid w:val="00EC3BF9"/>
    <w:rsid w:val="00EC72BB"/>
    <w:rsid w:val="00ED14A6"/>
    <w:rsid w:val="00ED5086"/>
    <w:rsid w:val="00ED5B7C"/>
    <w:rsid w:val="00ED6624"/>
    <w:rsid w:val="00ED6C17"/>
    <w:rsid w:val="00ED6F40"/>
    <w:rsid w:val="00ED725F"/>
    <w:rsid w:val="00EE15D9"/>
    <w:rsid w:val="00EE224F"/>
    <w:rsid w:val="00EE6EFE"/>
    <w:rsid w:val="00EF1B6D"/>
    <w:rsid w:val="00EF59A6"/>
    <w:rsid w:val="00EF610D"/>
    <w:rsid w:val="00EF64D1"/>
    <w:rsid w:val="00F023F2"/>
    <w:rsid w:val="00F06E7F"/>
    <w:rsid w:val="00F11BBE"/>
    <w:rsid w:val="00F11F12"/>
    <w:rsid w:val="00F13F7B"/>
    <w:rsid w:val="00F2427E"/>
    <w:rsid w:val="00F2428B"/>
    <w:rsid w:val="00F3287E"/>
    <w:rsid w:val="00F40B9A"/>
    <w:rsid w:val="00F40B9E"/>
    <w:rsid w:val="00F4158B"/>
    <w:rsid w:val="00F445F3"/>
    <w:rsid w:val="00F45698"/>
    <w:rsid w:val="00F52700"/>
    <w:rsid w:val="00F54EBD"/>
    <w:rsid w:val="00F60B7D"/>
    <w:rsid w:val="00F60D40"/>
    <w:rsid w:val="00F61ED8"/>
    <w:rsid w:val="00F67545"/>
    <w:rsid w:val="00F70F66"/>
    <w:rsid w:val="00F80547"/>
    <w:rsid w:val="00F8206D"/>
    <w:rsid w:val="00F878BA"/>
    <w:rsid w:val="00F87B34"/>
    <w:rsid w:val="00FA1B79"/>
    <w:rsid w:val="00FA58F0"/>
    <w:rsid w:val="00FA7575"/>
    <w:rsid w:val="00FB7EF3"/>
    <w:rsid w:val="00FC0AFD"/>
    <w:rsid w:val="00FC1449"/>
    <w:rsid w:val="00FC6DDB"/>
    <w:rsid w:val="00FC714F"/>
    <w:rsid w:val="00FC72A4"/>
    <w:rsid w:val="00FC7FF6"/>
    <w:rsid w:val="00FD078F"/>
    <w:rsid w:val="00FD3218"/>
    <w:rsid w:val="00FD32CE"/>
    <w:rsid w:val="00FF1F5D"/>
    <w:rsid w:val="00FF47BE"/>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2B1535"/>
  <w15:docId w15:val="{E87329FB-6353-4459-B80A-49AD7FCB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 w:type="paragraph" w:styleId="berarbeitung">
    <w:name w:val="Revision"/>
    <w:hidden/>
    <w:uiPriority w:val="99"/>
    <w:semiHidden/>
    <w:rsid w:val="0091029C"/>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 w:id="1314483215">
      <w:bodyDiv w:val="1"/>
      <w:marLeft w:val="0"/>
      <w:marRight w:val="0"/>
      <w:marTop w:val="0"/>
      <w:marBottom w:val="0"/>
      <w:divBdr>
        <w:top w:val="none" w:sz="0" w:space="0" w:color="auto"/>
        <w:left w:val="none" w:sz="0" w:space="0" w:color="auto"/>
        <w:bottom w:val="none" w:sz="0" w:space="0" w:color="auto"/>
        <w:right w:val="none" w:sz="0" w:space="0" w:color="auto"/>
      </w:divBdr>
      <w:divsChild>
        <w:div w:id="1364676079">
          <w:marLeft w:val="0"/>
          <w:marRight w:val="0"/>
          <w:marTop w:val="0"/>
          <w:marBottom w:val="0"/>
          <w:divBdr>
            <w:top w:val="none" w:sz="0" w:space="0" w:color="auto"/>
            <w:left w:val="none" w:sz="0" w:space="0" w:color="auto"/>
            <w:bottom w:val="none" w:sz="0" w:space="0" w:color="auto"/>
            <w:right w:val="none" w:sz="0" w:space="0" w:color="auto"/>
          </w:divBdr>
        </w:div>
        <w:div w:id="1648970936">
          <w:marLeft w:val="0"/>
          <w:marRight w:val="0"/>
          <w:marTop w:val="0"/>
          <w:marBottom w:val="0"/>
          <w:divBdr>
            <w:top w:val="none" w:sz="0" w:space="0" w:color="auto"/>
            <w:left w:val="none" w:sz="0" w:space="0" w:color="auto"/>
            <w:bottom w:val="none" w:sz="0" w:space="0" w:color="auto"/>
            <w:right w:val="none" w:sz="0" w:space="0" w:color="auto"/>
          </w:divBdr>
        </w:div>
        <w:div w:id="1520579318">
          <w:marLeft w:val="0"/>
          <w:marRight w:val="0"/>
          <w:marTop w:val="0"/>
          <w:marBottom w:val="0"/>
          <w:divBdr>
            <w:top w:val="none" w:sz="0" w:space="0" w:color="auto"/>
            <w:left w:val="none" w:sz="0" w:space="0" w:color="auto"/>
            <w:bottom w:val="none" w:sz="0" w:space="0" w:color="auto"/>
            <w:right w:val="none" w:sz="0" w:space="0" w:color="auto"/>
          </w:divBdr>
        </w:div>
        <w:div w:id="786899034">
          <w:marLeft w:val="0"/>
          <w:marRight w:val="0"/>
          <w:marTop w:val="0"/>
          <w:marBottom w:val="0"/>
          <w:divBdr>
            <w:top w:val="none" w:sz="0" w:space="0" w:color="auto"/>
            <w:left w:val="none" w:sz="0" w:space="0" w:color="auto"/>
            <w:bottom w:val="none" w:sz="0" w:space="0" w:color="auto"/>
            <w:right w:val="none" w:sz="0" w:space="0" w:color="auto"/>
          </w:divBdr>
        </w:div>
        <w:div w:id="845174228">
          <w:marLeft w:val="0"/>
          <w:marRight w:val="0"/>
          <w:marTop w:val="0"/>
          <w:marBottom w:val="0"/>
          <w:divBdr>
            <w:top w:val="none" w:sz="0" w:space="0" w:color="auto"/>
            <w:left w:val="none" w:sz="0" w:space="0" w:color="auto"/>
            <w:bottom w:val="none" w:sz="0" w:space="0" w:color="auto"/>
            <w:right w:val="none" w:sz="0" w:space="0" w:color="auto"/>
          </w:divBdr>
        </w:div>
        <w:div w:id="1279024557">
          <w:marLeft w:val="0"/>
          <w:marRight w:val="0"/>
          <w:marTop w:val="0"/>
          <w:marBottom w:val="0"/>
          <w:divBdr>
            <w:top w:val="none" w:sz="0" w:space="0" w:color="auto"/>
            <w:left w:val="none" w:sz="0" w:space="0" w:color="auto"/>
            <w:bottom w:val="none" w:sz="0" w:space="0" w:color="auto"/>
            <w:right w:val="none" w:sz="0" w:space="0" w:color="auto"/>
          </w:divBdr>
        </w:div>
        <w:div w:id="1618029249">
          <w:marLeft w:val="0"/>
          <w:marRight w:val="0"/>
          <w:marTop w:val="0"/>
          <w:marBottom w:val="0"/>
          <w:divBdr>
            <w:top w:val="none" w:sz="0" w:space="0" w:color="auto"/>
            <w:left w:val="none" w:sz="0" w:space="0" w:color="auto"/>
            <w:bottom w:val="none" w:sz="0" w:space="0" w:color="auto"/>
            <w:right w:val="none" w:sz="0" w:space="0" w:color="auto"/>
          </w:divBdr>
        </w:div>
        <w:div w:id="1207334643">
          <w:marLeft w:val="0"/>
          <w:marRight w:val="0"/>
          <w:marTop w:val="0"/>
          <w:marBottom w:val="0"/>
          <w:divBdr>
            <w:top w:val="none" w:sz="0" w:space="0" w:color="auto"/>
            <w:left w:val="none" w:sz="0" w:space="0" w:color="auto"/>
            <w:bottom w:val="none" w:sz="0" w:space="0" w:color="auto"/>
            <w:right w:val="none" w:sz="0" w:space="0" w:color="auto"/>
          </w:divBdr>
        </w:div>
        <w:div w:id="2085297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25</Value>
      <Value>86</Value>
      <Value>85</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Endress+Hauser</TermName>
          <TermId xmlns="http://schemas.microsoft.com/office/infopath/2007/PartnerControls">c8c1b1f5-f7a0-43da-adac-a9b1b8268aa6</TermId>
        </TermInfo>
        <TermInfo xmlns="http://schemas.microsoft.com/office/infopath/2007/PartnerControls">
          <TermName xmlns="http://schemas.microsoft.com/office/infopath/2007/PartnerControls">Press release</TermName>
          <TermId xmlns="http://schemas.microsoft.com/office/infopath/2007/PartnerControls">445c47b6-af8f-4870-8571-a85456a8956f</TermId>
        </TermInfo>
      </Terms>
    </TaxKeywordTaxHTField>
    <_dlc_DocId xmlns="b69abb7a-b9a2-435a-b8ee-9ce20c5a9f64">V37UCXUZ6S6M-2046529389-109928</_dlc_DocId>
    <_dlc_DocIdUrl xmlns="b69abb7a-b9a2-435a-b8ee-9ce20c5a9f64">
      <Url>https://endresshauser.sharepoint.com/teams/ou0000820/_layouts/15/DocIdRedir.aspx?ID=V37UCXUZ6S6M-2046529389-109928</Url>
      <Description>V37UCXUZ6S6M-2046529389-109928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D862963-977B-4556-A471-6053179BF9E1}">
  <ds:schemaRefs>
    <ds:schemaRef ds:uri="http://purl.org/dc/elements/1.1/"/>
    <ds:schemaRef ds:uri="http://schemas.microsoft.com/office/2006/metadata/properties"/>
    <ds:schemaRef ds:uri="b83358c6-62a0-45fe-8917-9ae0691c7728"/>
    <ds:schemaRef ds:uri="50ab3834-3621-4bfd-bb92-957413e5159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3.xml><?xml version="1.0" encoding="utf-8"?>
<ds:datastoreItem xmlns:ds="http://schemas.openxmlformats.org/officeDocument/2006/customXml" ds:itemID="{0F745C6C-8795-4805-BDA0-49EC66A7F81E}"/>
</file>

<file path=customXml/itemProps4.xml><?xml version="1.0" encoding="utf-8"?>
<ds:datastoreItem xmlns:ds="http://schemas.openxmlformats.org/officeDocument/2006/customXml" ds:itemID="{FA725519-0EF7-4969-8EF1-E18CFD55988E}">
  <ds:schemaRefs>
    <ds:schemaRef ds:uri="http://schemas.openxmlformats.org/officeDocument/2006/bibliography"/>
  </ds:schemaRefs>
</ds:datastoreItem>
</file>

<file path=customXml/itemProps5.xml><?xml version="1.0" encoding="utf-8"?>
<ds:datastoreItem xmlns:ds="http://schemas.openxmlformats.org/officeDocument/2006/customXml" ds:itemID="{CEBAC655-AC14-42E7-8058-A53199C9EB63}"/>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2</Pages>
  <Words>437</Words>
  <Characters>2493</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Mit starker Bilanz ins Jubiläumsjahr</vt:lpstr>
      <vt:lpstr>Endress+Hauser legt deutlich zu</vt:lpstr>
    </vt:vector>
  </TitlesOfParts>
  <Company>Endress+Hauser</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Changes to the Supervisory Board</dc:title>
  <dc:creator>Endress+Hauser</dc:creator>
  <cp:keywords>Press release ; Endress+Hauser</cp:keywords>
  <dc:description/>
  <cp:lastModifiedBy>Martin Raab</cp:lastModifiedBy>
  <cp:revision>6</cp:revision>
  <cp:lastPrinted>2024-04-11T13:00:00Z</cp:lastPrinted>
  <dcterms:created xsi:type="dcterms:W3CDTF">2024-04-11T08:43:00Z</dcterms:created>
  <dcterms:modified xsi:type="dcterms:W3CDTF">2024-04-11T13:00:00Z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0x010100876C8A031B47844BBF9E220BABD84504</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y fmtid="{D5CDD505-2E9C-101B-9397-08002B2CF9AE}" pid="10" name="TaxKeyword">
    <vt:lpwstr>25;#Endress+Hauser|c8c1b1f5-f7a0-43da-adac-a9b1b8268aa6;#85;#Press release|445c47b6-af8f-4870-8571-a85456a8956f</vt:lpwstr>
  </property>
  <property fmtid="{D5CDD505-2E9C-101B-9397-08002B2CF9AE}" pid="11" name="_dlc_DocIdItemGuid">
    <vt:lpwstr>af1d2c1d-3fba-449c-8884-322daa31dc6d</vt:lpwstr>
  </property>
  <property fmtid="{D5CDD505-2E9C-101B-9397-08002B2CF9AE}" pid="12" name="MediaServiceImageTags">
    <vt:lpwstr/>
  </property>
</Properties>
</file>